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0348ED" w:rsidRPr="00692EE4" w:rsidRDefault="00705621" w:rsidP="00EA4C87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 w:rsidR="00EA4C87"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EA4C87">
              <w:rPr>
                <w:lang w:val="en-US" w:eastAsia="ja-JP"/>
              </w:rPr>
              <w:t>-11.</w:t>
            </w:r>
            <w:r w:rsidR="00395F55">
              <w:rPr>
                <w:lang w:val="en-US" w:eastAsia="ja-JP"/>
              </w:rPr>
              <w:t>1.</w:t>
            </w:r>
            <w:bookmarkStart w:id="0" w:name="_GoBack"/>
            <w:bookmarkEnd w:id="0"/>
            <w:r w:rsidR="00EA4C87">
              <w:rPr>
                <w:lang w:val="en-US" w:eastAsia="ja-JP"/>
              </w:rPr>
              <w:t>3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2EE4" w:rsidRDefault="005D05AC" w:rsidP="00EB527E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EB527E">
              <w:rPr>
                <w:lang w:eastAsia="ja-JP"/>
              </w:rPr>
              <w:t>ENG</w:t>
            </w:r>
            <w:r w:rsidR="0008065D">
              <w:rPr>
                <w:lang w:eastAsia="ja-JP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EB527E" w:rsidRPr="00EB527E" w:rsidRDefault="00EB527E" w:rsidP="00EB527E">
      <w:pPr>
        <w:pStyle w:val="Title"/>
        <w:rPr>
          <w:sz w:val="28"/>
        </w:rPr>
      </w:pPr>
      <w:r w:rsidRPr="00EB527E">
        <w:rPr>
          <w:sz w:val="28"/>
        </w:rPr>
        <w:t>NAVGUIDE update – Audible Signals</w:t>
      </w:r>
    </w:p>
    <w:p w:rsidR="005B1B2E" w:rsidRDefault="005B1B2E" w:rsidP="005B1B2E">
      <w:pPr>
        <w:pStyle w:val="Heading1"/>
        <w:rPr>
          <w:lang w:val="en-GB"/>
        </w:rPr>
      </w:pPr>
      <w:r w:rsidRPr="00D35DEF">
        <w:rPr>
          <w:lang w:val="en-GB"/>
        </w:rPr>
        <w:t>Background</w:t>
      </w:r>
    </w:p>
    <w:p w:rsidR="00EB527E" w:rsidRPr="00B15B24" w:rsidRDefault="00EB527E" w:rsidP="00EB527E">
      <w:pPr>
        <w:pStyle w:val="BodyText"/>
      </w:pPr>
      <w:r>
        <w:t>In liaison note ENG1-11.1.11, it was requested that the Audible Section, 6.5 of the NAVGUIDE</w:t>
      </w:r>
      <w:r w:rsidR="0008065D">
        <w:t>,</w:t>
      </w:r>
      <w:r>
        <w:t xml:space="preserve"> be updated to reflect changes recommended in liaison note EEP21-14.1.3.13</w:t>
      </w:r>
      <w:r w:rsidR="0008065D">
        <w:t>.</w:t>
      </w:r>
    </w:p>
    <w:p w:rsidR="00EB527E" w:rsidRPr="00EB527E" w:rsidRDefault="00EB527E" w:rsidP="00EB527E">
      <w:pPr>
        <w:pStyle w:val="BodyText"/>
      </w:pP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905838" w:rsidRDefault="0008065D" w:rsidP="00EB527E">
      <w:pPr>
        <w:pStyle w:val="BodyText"/>
      </w:pPr>
      <w:r>
        <w:t>E</w:t>
      </w:r>
      <w:r w:rsidR="00905838">
        <w:t xml:space="preserve">xamination of the NAVGUIDE indicated that tables referenced in the </w:t>
      </w:r>
      <w:r>
        <w:t>NAVGUIDE</w:t>
      </w:r>
      <w:r w:rsidR="00905838">
        <w:t xml:space="preserve"> were not actually </w:t>
      </w:r>
      <w:proofErr w:type="gramStart"/>
      <w:r w:rsidR="00905838">
        <w:t>included</w:t>
      </w:r>
      <w:proofErr w:type="gramEnd"/>
      <w:r w:rsidR="00905838">
        <w:t xml:space="preserve"> in edition</w:t>
      </w:r>
      <w:r w:rsidR="007A62F2">
        <w:t xml:space="preserve"> 7</w:t>
      </w:r>
      <w:r w:rsidR="00905838">
        <w:t>. Subsequently in liaison from the ENG</w:t>
      </w:r>
      <w:r w:rsidR="007A62F2">
        <w:t xml:space="preserve"> </w:t>
      </w:r>
      <w:r>
        <w:t xml:space="preserve">Committee </w:t>
      </w:r>
      <w:r w:rsidR="007A62F2">
        <w:t xml:space="preserve">to </w:t>
      </w:r>
      <w:r>
        <w:t xml:space="preserve">the </w:t>
      </w:r>
      <w:r w:rsidR="007A62F2">
        <w:t>ARM</w:t>
      </w:r>
      <w:r>
        <w:t xml:space="preserve"> Committee</w:t>
      </w:r>
      <w:r w:rsidR="007A62F2">
        <w:t>,</w:t>
      </w:r>
      <w:r>
        <w:t xml:space="preserve"> required amendments to G</w:t>
      </w:r>
      <w:r w:rsidR="00905838">
        <w:t>uideline 1090 were forwarded, including changes to nominal ranges and also updating of tabulated data.</w:t>
      </w:r>
    </w:p>
    <w:p w:rsidR="007A62F2" w:rsidRDefault="0008065D" w:rsidP="00EB527E">
      <w:pPr>
        <w:pStyle w:val="BodyText"/>
      </w:pPr>
      <w:r>
        <w:t xml:space="preserve">The </w:t>
      </w:r>
      <w:r w:rsidR="00905838">
        <w:t>ARM</w:t>
      </w:r>
      <w:r>
        <w:t xml:space="preserve"> Committee</w:t>
      </w:r>
      <w:r w:rsidR="00905838">
        <w:t xml:space="preserve"> ha</w:t>
      </w:r>
      <w:r>
        <w:t>s</w:t>
      </w:r>
      <w:r w:rsidR="00905838">
        <w:t xml:space="preserve"> considered the proposed amendments and agree with the changes</w:t>
      </w:r>
      <w:r w:rsidR="007A62F2">
        <w:t xml:space="preserve"> laid down</w:t>
      </w:r>
      <w:r w:rsidR="00905838">
        <w:t xml:space="preserve">. </w:t>
      </w:r>
      <w:r>
        <w:t xml:space="preserve">The </w:t>
      </w:r>
      <w:r w:rsidR="00905838">
        <w:t>ARM</w:t>
      </w:r>
      <w:r>
        <w:t xml:space="preserve"> Committee</w:t>
      </w:r>
      <w:r w:rsidR="00905838">
        <w:t xml:space="preserve"> </w:t>
      </w:r>
      <w:r>
        <w:t xml:space="preserve">also </w:t>
      </w:r>
      <w:r w:rsidR="00905838">
        <w:t>consider</w:t>
      </w:r>
      <w:r>
        <w:t>s</w:t>
      </w:r>
      <w:r w:rsidR="00905838">
        <w:t xml:space="preserve"> the detailed information contained in the tables is approp</w:t>
      </w:r>
      <w:r>
        <w:t>riate for G</w:t>
      </w:r>
      <w:r w:rsidR="007A62F2">
        <w:t>uideline 1090 but this level of detail is not required in the NAVGUIDE.</w:t>
      </w:r>
    </w:p>
    <w:p w:rsidR="00EB527E" w:rsidRPr="00B15B24" w:rsidRDefault="007A62F2" w:rsidP="00EB527E">
      <w:pPr>
        <w:pStyle w:val="BodyText"/>
      </w:pPr>
      <w:r>
        <w:t xml:space="preserve">The nominal audible ranges </w:t>
      </w:r>
      <w:r w:rsidR="0008065D">
        <w:t>have been updated in the NAVGUIDE.</w:t>
      </w:r>
    </w:p>
    <w:p w:rsidR="00EB527E" w:rsidRPr="00EB527E" w:rsidRDefault="00EB527E" w:rsidP="00EB527E">
      <w:pPr>
        <w:rPr>
          <w:lang w:eastAsia="ja-JP"/>
        </w:rPr>
      </w:pPr>
    </w:p>
    <w:p w:rsidR="00A01C36" w:rsidRPr="00A01C36" w:rsidRDefault="00A01C36" w:rsidP="00A01C36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912369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7B1683">
        <w:rPr>
          <w:lang w:val="en-AU" w:eastAsia="ja-JP"/>
        </w:rPr>
        <w:t>A</w:t>
      </w:r>
      <w:r w:rsidR="006C2B17">
        <w:rPr>
          <w:lang w:val="en-AU" w:eastAsia="ja-JP"/>
        </w:rPr>
        <w:t>R</w:t>
      </w:r>
      <w:r w:rsidR="007B1683">
        <w:rPr>
          <w:lang w:val="en-AU" w:eastAsia="ja-JP"/>
        </w:rPr>
        <w:t xml:space="preserve">M Committee </w:t>
      </w:r>
      <w:r w:rsidR="006C2B17">
        <w:rPr>
          <w:lang w:val="en-AU" w:eastAsia="ja-JP"/>
        </w:rPr>
        <w:t>request</w:t>
      </w:r>
      <w:r w:rsidR="0008065D">
        <w:rPr>
          <w:lang w:val="en-AU" w:eastAsia="ja-JP"/>
        </w:rPr>
        <w:t>s</w:t>
      </w:r>
      <w:r w:rsidR="006C2B17">
        <w:rPr>
          <w:lang w:val="en-AU" w:eastAsia="ja-JP"/>
        </w:rPr>
        <w:t xml:space="preserve"> </w:t>
      </w:r>
      <w:r w:rsidR="0008065D">
        <w:rPr>
          <w:lang w:val="en-AU" w:eastAsia="ja-JP"/>
        </w:rPr>
        <w:t xml:space="preserve">the </w:t>
      </w:r>
      <w:r w:rsidR="007A62F2">
        <w:rPr>
          <w:lang w:val="en-AU" w:eastAsia="ja-JP"/>
        </w:rPr>
        <w:t>ENG</w:t>
      </w:r>
      <w:r w:rsidR="0008065D">
        <w:rPr>
          <w:lang w:val="en-AU" w:eastAsia="ja-JP"/>
        </w:rPr>
        <w:t xml:space="preserve"> Committee</w:t>
      </w:r>
      <w:r w:rsidR="007A62F2">
        <w:rPr>
          <w:lang w:val="en-AU" w:eastAsia="ja-JP"/>
        </w:rPr>
        <w:t xml:space="preserve"> to note the repl</w:t>
      </w:r>
      <w:r w:rsidR="0008065D">
        <w:rPr>
          <w:lang w:val="en-AU" w:eastAsia="ja-JP"/>
        </w:rPr>
        <w:t>y regarding entries on Audible S</w:t>
      </w:r>
      <w:r w:rsidR="007A62F2">
        <w:rPr>
          <w:lang w:val="en-AU" w:eastAsia="ja-JP"/>
        </w:rPr>
        <w:t>ignal</w:t>
      </w:r>
      <w:r w:rsidR="0008065D">
        <w:rPr>
          <w:lang w:val="en-AU" w:eastAsia="ja-JP"/>
        </w:rPr>
        <w:t>s</w:t>
      </w:r>
      <w:r w:rsidR="007A62F2">
        <w:rPr>
          <w:lang w:val="en-AU" w:eastAsia="ja-JP"/>
        </w:rPr>
        <w:t xml:space="preserve"> in the NAVGUIDE</w:t>
      </w:r>
      <w:r w:rsidR="006B244B">
        <w:rPr>
          <w:lang w:val="en-AU" w:eastAsia="ja-JP"/>
        </w:rPr>
        <w:t>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485" w:rsidRDefault="001A4485" w:rsidP="00002906">
      <w:r>
        <w:separator/>
      </w:r>
    </w:p>
  </w:endnote>
  <w:endnote w:type="continuationSeparator" w:id="0">
    <w:p w:rsidR="001A4485" w:rsidRDefault="001A448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A855A2">
      <w:fldChar w:fldCharType="begin"/>
    </w:r>
    <w:r>
      <w:instrText xml:space="preserve"> PAGE   \* MERGEFORMAT </w:instrText>
    </w:r>
    <w:r w:rsidR="00A855A2">
      <w:fldChar w:fldCharType="separate"/>
    </w:r>
    <w:r w:rsidR="00395F55">
      <w:rPr>
        <w:noProof/>
      </w:rPr>
      <w:t>1</w:t>
    </w:r>
    <w:r w:rsidR="00A855A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485" w:rsidRDefault="001A4485" w:rsidP="00002906">
      <w:r>
        <w:separator/>
      </w:r>
    </w:p>
  </w:footnote>
  <w:footnote w:type="continuationSeparator" w:id="0">
    <w:p w:rsidR="001A4485" w:rsidRDefault="001A448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16289"/>
    <w:rsid w:val="00025D97"/>
    <w:rsid w:val="00031A92"/>
    <w:rsid w:val="000348ED"/>
    <w:rsid w:val="00036801"/>
    <w:rsid w:val="00050DA7"/>
    <w:rsid w:val="0008065D"/>
    <w:rsid w:val="000A5A01"/>
    <w:rsid w:val="000C7FD0"/>
    <w:rsid w:val="00105DDD"/>
    <w:rsid w:val="00135447"/>
    <w:rsid w:val="00135ED2"/>
    <w:rsid w:val="00152273"/>
    <w:rsid w:val="00196558"/>
    <w:rsid w:val="001A4485"/>
    <w:rsid w:val="001A654A"/>
    <w:rsid w:val="001B4F60"/>
    <w:rsid w:val="001C74CF"/>
    <w:rsid w:val="00204611"/>
    <w:rsid w:val="002162BB"/>
    <w:rsid w:val="00217E1D"/>
    <w:rsid w:val="00224718"/>
    <w:rsid w:val="00267E4D"/>
    <w:rsid w:val="00361475"/>
    <w:rsid w:val="00395F55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85716"/>
    <w:rsid w:val="00587A0A"/>
    <w:rsid w:val="005A3455"/>
    <w:rsid w:val="005B1B2E"/>
    <w:rsid w:val="005B25BB"/>
    <w:rsid w:val="005D05AC"/>
    <w:rsid w:val="0062434C"/>
    <w:rsid w:val="00630F7F"/>
    <w:rsid w:val="0064435F"/>
    <w:rsid w:val="00644838"/>
    <w:rsid w:val="006608A0"/>
    <w:rsid w:val="00672B3B"/>
    <w:rsid w:val="00692EE4"/>
    <w:rsid w:val="006B244B"/>
    <w:rsid w:val="006C2B17"/>
    <w:rsid w:val="006D470F"/>
    <w:rsid w:val="00705621"/>
    <w:rsid w:val="0071048A"/>
    <w:rsid w:val="007260DD"/>
    <w:rsid w:val="00727E88"/>
    <w:rsid w:val="00743C25"/>
    <w:rsid w:val="00753F25"/>
    <w:rsid w:val="00775878"/>
    <w:rsid w:val="007A62F2"/>
    <w:rsid w:val="007B1683"/>
    <w:rsid w:val="007E1812"/>
    <w:rsid w:val="0080092C"/>
    <w:rsid w:val="0080336C"/>
    <w:rsid w:val="00872453"/>
    <w:rsid w:val="00873EDA"/>
    <w:rsid w:val="008F0612"/>
    <w:rsid w:val="008F13DD"/>
    <w:rsid w:val="00902AA4"/>
    <w:rsid w:val="00905838"/>
    <w:rsid w:val="00905BAF"/>
    <w:rsid w:val="009069EB"/>
    <w:rsid w:val="00912369"/>
    <w:rsid w:val="00927EC4"/>
    <w:rsid w:val="00942338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855A2"/>
    <w:rsid w:val="00A86780"/>
    <w:rsid w:val="00AA76C0"/>
    <w:rsid w:val="00AC4080"/>
    <w:rsid w:val="00AD673D"/>
    <w:rsid w:val="00B077EC"/>
    <w:rsid w:val="00B15B24"/>
    <w:rsid w:val="00B8247E"/>
    <w:rsid w:val="00BB181B"/>
    <w:rsid w:val="00C113AE"/>
    <w:rsid w:val="00C33616"/>
    <w:rsid w:val="00C42F53"/>
    <w:rsid w:val="00CA04AF"/>
    <w:rsid w:val="00CA077A"/>
    <w:rsid w:val="00CF6FB9"/>
    <w:rsid w:val="00D05CDF"/>
    <w:rsid w:val="00D35DEF"/>
    <w:rsid w:val="00D4275A"/>
    <w:rsid w:val="00E068B9"/>
    <w:rsid w:val="00E4501D"/>
    <w:rsid w:val="00E452B5"/>
    <w:rsid w:val="00E93C9B"/>
    <w:rsid w:val="00EA4C87"/>
    <w:rsid w:val="00EB527E"/>
    <w:rsid w:val="00EE3F2F"/>
    <w:rsid w:val="00F018AA"/>
    <w:rsid w:val="00F11748"/>
    <w:rsid w:val="00F22467"/>
    <w:rsid w:val="00F23448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35D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5D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0C185-0243-4626-ACAF-25098B48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23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7</cp:revision>
  <cp:lastPrinted>2006-10-19T10:49:00Z</cp:lastPrinted>
  <dcterms:created xsi:type="dcterms:W3CDTF">2015-05-26T13:47:00Z</dcterms:created>
  <dcterms:modified xsi:type="dcterms:W3CDTF">2015-05-28T18:39:00Z</dcterms:modified>
</cp:coreProperties>
</file>